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CD6" w:rsidRDefault="00B50CD6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I picked seelbach to volunteer with because he is young and fresh to the city council. </w:t>
      </w:r>
    </w:p>
    <w:p w:rsidR="00B50CD6" w:rsidRDefault="00B50CD6">
      <w:pPr>
        <w:spacing w:line="480" w:lineRule="auto"/>
        <w:rPr>
          <w:sz w:val="24"/>
          <w:szCs w:val="24"/>
        </w:rPr>
      </w:pPr>
    </w:p>
    <w:p w:rsidR="00B50CD6" w:rsidRDefault="00B50CD6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I liked that his ideas for Cincinnati is too make is to make it better place to live and </w:t>
      </w:r>
    </w:p>
    <w:p w:rsidR="00B50CD6" w:rsidRDefault="00B50CD6">
      <w:pPr>
        <w:spacing w:line="480" w:lineRule="auto"/>
        <w:rPr>
          <w:sz w:val="24"/>
          <w:szCs w:val="24"/>
        </w:rPr>
      </w:pPr>
    </w:p>
    <w:p w:rsidR="00B50CD6" w:rsidRDefault="00B50CD6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More fun environment that would make more residents stay and more to come.</w:t>
      </w:r>
    </w:p>
    <w:p w:rsidR="00B50CD6" w:rsidRDefault="00B50CD6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B50CD6" w:rsidRDefault="00B50CD6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New and fresh ideas are need to help support jobs etc… </w:t>
      </w:r>
    </w:p>
    <w:p w:rsidR="00B50CD6" w:rsidRDefault="00B50CD6">
      <w:pPr>
        <w:spacing w:line="480" w:lineRule="auto"/>
        <w:rPr>
          <w:sz w:val="24"/>
          <w:szCs w:val="24"/>
        </w:rPr>
      </w:pPr>
    </w:p>
    <w:p w:rsidR="00B50CD6" w:rsidRDefault="00B50CD6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3 issues I agree with this person about is </w:t>
      </w:r>
    </w:p>
    <w:p w:rsidR="00B50CD6" w:rsidRDefault="00B50CD6">
      <w:pPr>
        <w:spacing w:line="480" w:lineRule="auto"/>
        <w:rPr>
          <w:sz w:val="24"/>
          <w:szCs w:val="24"/>
        </w:rPr>
      </w:pPr>
    </w:p>
    <w:p w:rsidR="00B50CD6" w:rsidRDefault="00B50CD6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Supporting solid, crime fighting solutions like the Cincinnati Initiative to Reduce Violence.</w:t>
      </w:r>
    </w:p>
    <w:p w:rsidR="00B50CD6" w:rsidRDefault="00B50CD6">
      <w:pPr>
        <w:spacing w:line="480" w:lineRule="auto"/>
        <w:rPr>
          <w:sz w:val="24"/>
          <w:szCs w:val="24"/>
        </w:rPr>
      </w:pPr>
    </w:p>
    <w:p w:rsidR="00B50CD6" w:rsidRDefault="00B50CD6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Increasing economic development and job creation</w:t>
      </w:r>
    </w:p>
    <w:p w:rsidR="00B50CD6" w:rsidRDefault="00B50CD6">
      <w:pPr>
        <w:spacing w:line="480" w:lineRule="auto"/>
        <w:rPr>
          <w:sz w:val="24"/>
          <w:szCs w:val="24"/>
        </w:rPr>
      </w:pPr>
    </w:p>
    <w:p w:rsidR="00B50CD6" w:rsidRDefault="00B50CD6">
      <w:pPr>
        <w:spacing w:line="480" w:lineRule="auto"/>
        <w:rPr>
          <w:sz w:val="24"/>
          <w:szCs w:val="24"/>
        </w:rPr>
      </w:pPr>
    </w:p>
    <w:p w:rsidR="00B50CD6" w:rsidRDefault="00B50CD6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Making Cincinnati a place more businesses want to move to and local entrepreneurs want to stay in. </w:t>
      </w:r>
    </w:p>
    <w:p w:rsidR="00B50CD6" w:rsidRDefault="00B50CD6">
      <w:pPr>
        <w:spacing w:line="480" w:lineRule="auto"/>
        <w:rPr>
          <w:sz w:val="24"/>
          <w:szCs w:val="24"/>
        </w:rPr>
      </w:pPr>
    </w:p>
    <w:p w:rsidR="00B50CD6" w:rsidRDefault="00B50CD6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Reforming our zoning policies to create more livable neighborhoods. </w:t>
      </w:r>
    </w:p>
    <w:p w:rsidR="00B50CD6" w:rsidRDefault="00B50CD6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br/>
      </w:r>
    </w:p>
    <w:p w:rsidR="00B50CD6" w:rsidRDefault="00B50CD6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Balancing our budget evenly- and making sure crucial services and events that make Cincinnati unique are preserved. </w:t>
      </w:r>
    </w:p>
    <w:p w:rsidR="00B50CD6" w:rsidRDefault="00B50CD6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br/>
      </w:r>
    </w:p>
    <w:p w:rsidR="00B50CD6" w:rsidRDefault="00B50CD6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One thing that personal that impressed me about Chris seelbach was elected an open gay city council member, </w:t>
      </w:r>
    </w:p>
    <w:p w:rsidR="00B50CD6" w:rsidRDefault="00B50CD6">
      <w:pPr>
        <w:spacing w:line="480" w:lineRule="auto"/>
        <w:rPr>
          <w:sz w:val="24"/>
          <w:szCs w:val="24"/>
        </w:rPr>
      </w:pPr>
    </w:p>
    <w:p w:rsidR="00B50CD6" w:rsidRDefault="00B50CD6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This impresses me because his open about his personal self to the world and doest care what anyone thinks.</w:t>
      </w:r>
    </w:p>
    <w:p w:rsidR="00B50CD6" w:rsidRDefault="00B50CD6">
      <w:pPr>
        <w:rPr>
          <w:sz w:val="24"/>
          <w:szCs w:val="24"/>
        </w:rPr>
      </w:pPr>
    </w:p>
    <w:p w:rsidR="00B50CD6" w:rsidRDefault="00B50CD6">
      <w:pPr>
        <w:rPr>
          <w:sz w:val="24"/>
          <w:szCs w:val="24"/>
        </w:rPr>
      </w:pPr>
    </w:p>
    <w:p w:rsidR="00B50CD6" w:rsidRDefault="00B50CD6">
      <w:pPr>
        <w:rPr>
          <w:sz w:val="24"/>
          <w:szCs w:val="24"/>
        </w:rPr>
      </w:pPr>
    </w:p>
    <w:p w:rsidR="00B50CD6" w:rsidRDefault="00B50CD6">
      <w:pPr>
        <w:rPr>
          <w:sz w:val="24"/>
          <w:szCs w:val="24"/>
        </w:rPr>
      </w:pPr>
      <w:r>
        <w:rPr>
          <w:sz w:val="24"/>
          <w:szCs w:val="24"/>
        </w:rPr>
        <w:br/>
      </w:r>
    </w:p>
    <w:sectPr w:rsidR="00B50CD6" w:rsidSect="00B50CD6">
      <w:headerReference w:type="default" r:id="rId6"/>
      <w:footerReference w:type="default" r:id="rId7"/>
      <w:pgSz w:w="12240" w:h="15840"/>
      <w:pgMar w:top="1440" w:right="1800" w:bottom="1440" w:left="1800" w:header="720" w:footer="864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CD6" w:rsidRDefault="00B50CD6" w:rsidP="00B50CD6">
      <w:r>
        <w:separator/>
      </w:r>
    </w:p>
  </w:endnote>
  <w:endnote w:type="continuationSeparator" w:id="0">
    <w:p w:rsidR="00B50CD6" w:rsidRDefault="00B50CD6" w:rsidP="00B50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CD6" w:rsidRDefault="00B50CD6">
    <w:pPr>
      <w:tabs>
        <w:tab w:val="center" w:pos="4320"/>
        <w:tab w:val="right" w:pos="8640"/>
      </w:tabs>
      <w:rPr>
        <w:rFonts w:cstheme="minorBidi"/>
        <w:kern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CD6" w:rsidRDefault="00B50CD6" w:rsidP="00B50CD6">
      <w:r>
        <w:separator/>
      </w:r>
    </w:p>
  </w:footnote>
  <w:footnote w:type="continuationSeparator" w:id="0">
    <w:p w:rsidR="00B50CD6" w:rsidRDefault="00B50CD6" w:rsidP="00B50C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CD6" w:rsidRDefault="00B50CD6">
    <w:pPr>
      <w:tabs>
        <w:tab w:val="center" w:pos="4320"/>
        <w:tab w:val="right" w:pos="8640"/>
      </w:tabs>
      <w:rPr>
        <w:rFonts w:cstheme="minorBidi"/>
        <w:kern w:val="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lorPos" w:val="-1"/>
    <w:docVar w:name="ColorSet" w:val="-1"/>
    <w:docVar w:name="StylePos" w:val="-1"/>
    <w:docVar w:name="StyleSet" w:val="-1"/>
  </w:docVars>
  <w:rsids>
    <w:rsidRoot w:val="00B50CD6"/>
    <w:rsid w:val="00B50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</w:pPr>
    <w:rPr>
      <w:rFonts w:ascii="Times New Roman" w:hAnsi="Times New Roman" w:cs="Times New Roman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0</cp:revision>
</cp:coreProperties>
</file>